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9F" w:rsidRDefault="00C80B9F">
      <w:r w:rsidRPr="003E3F84">
        <w:object w:dxaOrig="9355" w:dyaOrig="13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58.5pt" o:ole="">
            <v:imagedata r:id="rId4" o:title=""/>
          </v:shape>
          <o:OLEObject Type="Embed" ProgID="Word.Document.12" ShapeID="_x0000_i1025" DrawAspect="Content" ObjectID="_1503429440" r:id="rId5">
            <o:FieldCodes>\s</o:FieldCodes>
          </o:OLEObject>
        </w:object>
      </w:r>
      <w:bookmarkStart w:id="0" w:name="_GoBack"/>
      <w:bookmarkEnd w:id="0"/>
    </w:p>
    <w:sectPr w:rsidR="00C80B9F" w:rsidSect="0033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861"/>
    <w:rsid w:val="00167861"/>
    <w:rsid w:val="00330084"/>
    <w:rsid w:val="003E3F84"/>
    <w:rsid w:val="005D7D6D"/>
    <w:rsid w:val="009013B0"/>
    <w:rsid w:val="00C80B9F"/>
    <w:rsid w:val="00E9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08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</Words>
  <Characters>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Ольга</cp:lastModifiedBy>
  <cp:revision>3</cp:revision>
  <dcterms:created xsi:type="dcterms:W3CDTF">2015-09-09T07:10:00Z</dcterms:created>
  <dcterms:modified xsi:type="dcterms:W3CDTF">2015-09-10T18:31:00Z</dcterms:modified>
</cp:coreProperties>
</file>